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0348ED" w:rsidRPr="00804713" w:rsidRDefault="00804713" w:rsidP="005D05AC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ENG8-12.1.9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ARM</w:t>
            </w:r>
            <w:r w:rsidR="00490A1C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17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804713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Draft Proposal for Cyber Security Workshop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E66034" w:rsidRDefault="00804713" w:rsidP="00E66034">
      <w:pPr>
        <w:pStyle w:val="BodyText"/>
      </w:pPr>
      <w:r>
        <w:t>The ENG Committee’s Task Plan Task No. 2.3.5 requires the ENG Committee to participate in a Joint Workshop with all 4 technical committees on the subject of ‘Cyber Security in AtoN Operations.’ The Task als</w:t>
      </w:r>
      <w:r w:rsidR="00B86800">
        <w:t>o nominates that it shall be a Joint ENG and ARM Workshop</w:t>
      </w:r>
      <w:bookmarkStart w:id="0" w:name="_GoBack"/>
      <w:bookmarkEnd w:id="0"/>
      <w:r>
        <w:t>.</w:t>
      </w:r>
    </w:p>
    <w:p w:rsidR="00902AA4" w:rsidRPr="00E66034" w:rsidRDefault="00804713" w:rsidP="00E66034">
      <w:pPr>
        <w:pStyle w:val="Heading1"/>
      </w:pPr>
      <w:r>
        <w:t>Draft Workshop Proposal for consideration by the ARM Committee</w:t>
      </w:r>
    </w:p>
    <w:p w:rsidR="00902AA4" w:rsidRPr="00E66034" w:rsidRDefault="00804713" w:rsidP="00E66034">
      <w:pPr>
        <w:pStyle w:val="BodyText"/>
      </w:pPr>
      <w:r>
        <w:t xml:space="preserve">A draft Workshop Proposal </w:t>
      </w:r>
      <w:r w:rsidR="00177F63">
        <w:t xml:space="preserve">(Output Paper ENG8-12.1.10) </w:t>
      </w:r>
      <w:r>
        <w:t>for the Cyber Security Workshop has been attached, for review by the ARM Committee, with a view to the ARM Committee finalizing the scope and forwarding a final Workshop Proposal to Council for approval.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804713" w:rsidRDefault="00902AA4" w:rsidP="00E66034">
      <w:pPr>
        <w:pStyle w:val="BodyText"/>
      </w:pPr>
      <w:r w:rsidRPr="00804713">
        <w:t xml:space="preserve">The </w:t>
      </w:r>
      <w:r w:rsidR="00804713" w:rsidRPr="00804713">
        <w:t xml:space="preserve">ARM </w:t>
      </w:r>
      <w:r w:rsidRPr="00804713">
        <w:t>committee</w:t>
      </w:r>
      <w:r w:rsidR="00804713" w:rsidRPr="00804713">
        <w:t xml:space="preserve"> </w:t>
      </w:r>
      <w:r w:rsidRPr="00804713">
        <w:t>is requested to</w:t>
      </w:r>
      <w:r w:rsidR="00630F7F" w:rsidRPr="00804713">
        <w:t>:</w:t>
      </w:r>
    </w:p>
    <w:p w:rsidR="00630F7F" w:rsidRPr="00490A1C" w:rsidRDefault="00804713" w:rsidP="00CF3661">
      <w:pPr>
        <w:pStyle w:val="List1"/>
        <w:numPr>
          <w:ilvl w:val="0"/>
          <w:numId w:val="23"/>
        </w:numPr>
        <w:rPr>
          <w:lang w:val="en-GB"/>
        </w:rPr>
      </w:pPr>
      <w:r w:rsidRPr="00490A1C">
        <w:rPr>
          <w:lang w:val="en-GB"/>
        </w:rPr>
        <w:t xml:space="preserve">Review the draft Workshop Proposal </w:t>
      </w:r>
      <w:r w:rsidR="00177F63" w:rsidRPr="00490A1C">
        <w:rPr>
          <w:lang w:val="en-GB"/>
        </w:rPr>
        <w:t xml:space="preserve">(Output Paper ENG8-12.1.10) </w:t>
      </w:r>
      <w:r w:rsidRPr="00490A1C">
        <w:rPr>
          <w:lang w:val="en-GB"/>
        </w:rPr>
        <w:t>for Cyber Security Workshop</w:t>
      </w:r>
      <w:r w:rsidR="00872453" w:rsidRPr="00490A1C">
        <w:rPr>
          <w:lang w:val="en-GB"/>
        </w:rPr>
        <w:t>;</w:t>
      </w:r>
    </w:p>
    <w:p w:rsidR="00804713" w:rsidRPr="00490A1C" w:rsidRDefault="00804713" w:rsidP="00CF3661">
      <w:pPr>
        <w:pStyle w:val="List1"/>
        <w:numPr>
          <w:ilvl w:val="0"/>
          <w:numId w:val="23"/>
        </w:numPr>
        <w:rPr>
          <w:lang w:val="en-GB"/>
        </w:rPr>
      </w:pPr>
      <w:r w:rsidRPr="00490A1C">
        <w:rPr>
          <w:lang w:val="en-GB"/>
        </w:rPr>
        <w:t>Revise or edit as the Committee deems necessary;</w:t>
      </w:r>
    </w:p>
    <w:p w:rsidR="00630F7F" w:rsidRPr="00490A1C" w:rsidRDefault="00804713" w:rsidP="00E66034">
      <w:pPr>
        <w:pStyle w:val="List1"/>
        <w:rPr>
          <w:lang w:val="en-GB"/>
        </w:rPr>
      </w:pPr>
      <w:r w:rsidRPr="00490A1C">
        <w:rPr>
          <w:lang w:val="en-GB"/>
        </w:rPr>
        <w:t>Forward the final Workshop Proposal to Council for approval; and</w:t>
      </w:r>
    </w:p>
    <w:p w:rsidR="00804713" w:rsidRPr="00490A1C" w:rsidRDefault="00804713" w:rsidP="00E66034">
      <w:pPr>
        <w:pStyle w:val="List1"/>
        <w:rPr>
          <w:lang w:val="en-GB"/>
        </w:rPr>
      </w:pPr>
      <w:r w:rsidRPr="00490A1C">
        <w:rPr>
          <w:lang w:val="en-GB"/>
        </w:rPr>
        <w:t>Return a copy of the final Workshop Proposal to ENG9.</w:t>
      </w: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490A1C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804713" w:rsidRPr="00490A1C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EE7" w:rsidRDefault="009C5EE7" w:rsidP="00002906">
      <w:r>
        <w:separator/>
      </w:r>
    </w:p>
  </w:endnote>
  <w:endnote w:type="continuationSeparator" w:id="0">
    <w:p w:rsidR="009C5EE7" w:rsidRDefault="009C5EE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8680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EE7" w:rsidRDefault="009C5EE7" w:rsidP="00002906">
      <w:r>
        <w:separator/>
      </w:r>
    </w:p>
  </w:footnote>
  <w:footnote w:type="continuationSeparator" w:id="0">
    <w:p w:rsidR="009C5EE7" w:rsidRDefault="009C5EE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804713">
    <w:pPr>
      <w:pStyle w:val="Header"/>
    </w:pPr>
    <w:r>
      <w:rPr>
        <w:noProof/>
        <w:lang w:val="en-GB" w:eastAsia="en-GB"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77F63"/>
    <w:rsid w:val="001A654A"/>
    <w:rsid w:val="001C74CF"/>
    <w:rsid w:val="0039589C"/>
    <w:rsid w:val="003D55DD"/>
    <w:rsid w:val="003E1831"/>
    <w:rsid w:val="00424954"/>
    <w:rsid w:val="00490A1C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04713"/>
    <w:rsid w:val="00872453"/>
    <w:rsid w:val="008F13DD"/>
    <w:rsid w:val="00902AA4"/>
    <w:rsid w:val="00904931"/>
    <w:rsid w:val="009B414F"/>
    <w:rsid w:val="009C5EE7"/>
    <w:rsid w:val="009E4DD7"/>
    <w:rsid w:val="009F3B6C"/>
    <w:rsid w:val="009F5C36"/>
    <w:rsid w:val="009F698E"/>
    <w:rsid w:val="00A27F12"/>
    <w:rsid w:val="00A30579"/>
    <w:rsid w:val="00A7367A"/>
    <w:rsid w:val="00AA76C0"/>
    <w:rsid w:val="00B077EC"/>
    <w:rsid w:val="00B15B24"/>
    <w:rsid w:val="00B428DA"/>
    <w:rsid w:val="00B8247E"/>
    <w:rsid w:val="00B86800"/>
    <w:rsid w:val="00BE56DF"/>
    <w:rsid w:val="00CA04AF"/>
    <w:rsid w:val="00CF3661"/>
    <w:rsid w:val="00E401AE"/>
    <w:rsid w:val="00E66034"/>
    <w:rsid w:val="00E93C9B"/>
    <w:rsid w:val="00EE3F2F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9</cp:revision>
  <cp:lastPrinted>2006-10-19T10:49:00Z</cp:lastPrinted>
  <dcterms:created xsi:type="dcterms:W3CDTF">2018-10-16T15:22:00Z</dcterms:created>
  <dcterms:modified xsi:type="dcterms:W3CDTF">2018-10-18T15:02:00Z</dcterms:modified>
</cp:coreProperties>
</file>